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21B5C" w14:textId="77777777" w:rsidR="007B571C" w:rsidRPr="00E960BB" w:rsidRDefault="007B571C" w:rsidP="007B5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7CED379" w14:textId="77777777" w:rsidR="00F36FF5" w:rsidRDefault="00F36FF5" w:rsidP="00F36FF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4939EAD" w14:textId="77777777" w:rsidR="00F36FF5" w:rsidRDefault="00F36FF5" w:rsidP="00F36FF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6E3B3BE5" w14:textId="77777777" w:rsidR="00F36FF5" w:rsidRDefault="00F36FF5" w:rsidP="00F36FF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165B872B" w14:textId="77777777" w:rsidR="007B571C" w:rsidRPr="009C54AE" w:rsidRDefault="007B571C" w:rsidP="007B571C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05D4D05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571C" w:rsidRPr="009C54AE" w14:paraId="7F3EA25A" w14:textId="77777777" w:rsidTr="00070D0E">
        <w:tc>
          <w:tcPr>
            <w:tcW w:w="2694" w:type="dxa"/>
            <w:vAlign w:val="center"/>
          </w:tcPr>
          <w:p w14:paraId="26608ED6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46F4C" w14:textId="77777777" w:rsidR="007B571C" w:rsidRPr="009C54AE" w:rsidRDefault="00F73228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Psychopatologia ogólna </w:t>
            </w:r>
          </w:p>
        </w:tc>
      </w:tr>
      <w:tr w:rsidR="007B571C" w:rsidRPr="009C54AE" w14:paraId="3A4AA62E" w14:textId="77777777" w:rsidTr="00070D0E">
        <w:tc>
          <w:tcPr>
            <w:tcW w:w="2694" w:type="dxa"/>
            <w:vAlign w:val="center"/>
          </w:tcPr>
          <w:p w14:paraId="20E75E8B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722BA1C" w14:textId="1A745D01" w:rsidR="007B571C" w:rsidRPr="009C54AE" w:rsidRDefault="00F73228" w:rsidP="00F73228">
            <w:r w:rsidRPr="00CF6991">
              <w:t>P2</w:t>
            </w:r>
            <w:r w:rsidR="00EE3B9F">
              <w:t>N</w:t>
            </w:r>
            <w:r w:rsidR="00CF6991" w:rsidRPr="00CF6991">
              <w:t>[</w:t>
            </w:r>
            <w:r w:rsidRPr="00CF6991">
              <w:t>1</w:t>
            </w:r>
            <w:r>
              <w:t>]0</w:t>
            </w:r>
            <w:r w:rsidR="00BF1F2A">
              <w:t>_</w:t>
            </w:r>
            <w:r>
              <w:t>06</w:t>
            </w:r>
          </w:p>
        </w:tc>
      </w:tr>
      <w:tr w:rsidR="007B571C" w:rsidRPr="009C54AE" w14:paraId="0D0BCFC4" w14:textId="77777777" w:rsidTr="00070D0E">
        <w:tc>
          <w:tcPr>
            <w:tcW w:w="2694" w:type="dxa"/>
            <w:vAlign w:val="center"/>
          </w:tcPr>
          <w:p w14:paraId="5CD5FCAA" w14:textId="77777777" w:rsidR="007B571C" w:rsidRPr="006B17BE" w:rsidRDefault="007B571C" w:rsidP="00070D0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4AEA50" w14:textId="77777777" w:rsidR="007B571C" w:rsidRPr="003447AB" w:rsidRDefault="00BF1F2A" w:rsidP="00E26B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="00357BCB" w:rsidRPr="003447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7B571C" w:rsidRPr="009C54AE" w14:paraId="60E3B75F" w14:textId="77777777" w:rsidTr="00070D0E">
        <w:tc>
          <w:tcPr>
            <w:tcW w:w="2694" w:type="dxa"/>
            <w:vAlign w:val="center"/>
          </w:tcPr>
          <w:p w14:paraId="192E375F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0EEE96" w14:textId="77777777" w:rsidR="007B571C" w:rsidRPr="003447AB" w:rsidRDefault="00BF1F2A" w:rsidP="000D76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</w:t>
            </w:r>
            <w:r w:rsidR="000D761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um Nauk Społecznych</w:t>
            </w:r>
          </w:p>
        </w:tc>
      </w:tr>
      <w:tr w:rsidR="007B571C" w:rsidRPr="009C54AE" w14:paraId="2E5653F6" w14:textId="77777777" w:rsidTr="00070D0E">
        <w:tc>
          <w:tcPr>
            <w:tcW w:w="2694" w:type="dxa"/>
            <w:vAlign w:val="center"/>
          </w:tcPr>
          <w:p w14:paraId="1AFEB146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E38446" w14:textId="77777777" w:rsidR="007B571C" w:rsidRPr="009C54AE" w:rsidRDefault="007B571C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7B571C" w:rsidRPr="009C54AE" w14:paraId="6D1DF377" w14:textId="77777777" w:rsidTr="00070D0E">
        <w:tc>
          <w:tcPr>
            <w:tcW w:w="2694" w:type="dxa"/>
            <w:vAlign w:val="center"/>
          </w:tcPr>
          <w:p w14:paraId="40DFD8BD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8A925D" w14:textId="77777777" w:rsidR="007B571C" w:rsidRPr="009C54AE" w:rsidRDefault="00BF1F2A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7B571C" w:rsidRPr="009C54AE" w14:paraId="2BAB63C6" w14:textId="77777777" w:rsidTr="00070D0E">
        <w:tc>
          <w:tcPr>
            <w:tcW w:w="2694" w:type="dxa"/>
            <w:vAlign w:val="center"/>
          </w:tcPr>
          <w:p w14:paraId="31121BD6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EC2A11C" w14:textId="77777777" w:rsidR="007B571C" w:rsidRPr="009C54AE" w:rsidRDefault="007B571C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B571C" w:rsidRPr="009C54AE" w14:paraId="5DE28BE2" w14:textId="77777777" w:rsidTr="00070D0E">
        <w:tc>
          <w:tcPr>
            <w:tcW w:w="2694" w:type="dxa"/>
            <w:vAlign w:val="center"/>
          </w:tcPr>
          <w:p w14:paraId="691F6A09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3C391" w14:textId="1ECB5AA7" w:rsidR="007B571C" w:rsidRPr="009C54AE" w:rsidRDefault="00EE3B9F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F1F2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7322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7B571C" w:rsidRPr="009C54AE" w14:paraId="5C7236AA" w14:textId="77777777" w:rsidTr="00070D0E">
        <w:tc>
          <w:tcPr>
            <w:tcW w:w="2694" w:type="dxa"/>
            <w:vAlign w:val="center"/>
          </w:tcPr>
          <w:p w14:paraId="571D40D4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84CFC28" w14:textId="77777777" w:rsidR="007B571C" w:rsidRPr="009C54AE" w:rsidRDefault="00BF1F2A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</w:t>
            </w:r>
            <w:r w:rsidR="00CF6991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I</w:t>
            </w:r>
          </w:p>
        </w:tc>
      </w:tr>
      <w:tr w:rsidR="007B571C" w:rsidRPr="009C54AE" w14:paraId="55494DC4" w14:textId="77777777" w:rsidTr="00070D0E">
        <w:tc>
          <w:tcPr>
            <w:tcW w:w="2694" w:type="dxa"/>
            <w:vAlign w:val="center"/>
          </w:tcPr>
          <w:p w14:paraId="24A7F113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D82D28" w14:textId="77777777" w:rsidR="007B571C" w:rsidRPr="00BF1F2A" w:rsidRDefault="00BF1F2A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BF1F2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7B571C" w:rsidRPr="009C54AE" w14:paraId="3675274E" w14:textId="77777777" w:rsidTr="00070D0E">
        <w:tc>
          <w:tcPr>
            <w:tcW w:w="2694" w:type="dxa"/>
            <w:vAlign w:val="center"/>
          </w:tcPr>
          <w:p w14:paraId="78394A2A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DF3806" w14:textId="77777777" w:rsidR="007B571C" w:rsidRPr="009C54AE" w:rsidRDefault="007B571C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7B571C" w:rsidRPr="009C54AE" w14:paraId="0A298511" w14:textId="77777777" w:rsidTr="00070D0E">
        <w:tc>
          <w:tcPr>
            <w:tcW w:w="2694" w:type="dxa"/>
            <w:vAlign w:val="center"/>
          </w:tcPr>
          <w:p w14:paraId="4771AF1B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577B7E" w14:textId="77777777" w:rsidR="007B571C" w:rsidRPr="009C54AE" w:rsidRDefault="00CF6991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991">
              <w:rPr>
                <w:rFonts w:ascii="Corbel" w:hAnsi="Corbel"/>
                <w:b w:val="0"/>
                <w:sz w:val="24"/>
                <w:szCs w:val="24"/>
              </w:rPr>
              <w:t>Jacek Pasternak</w:t>
            </w:r>
          </w:p>
        </w:tc>
      </w:tr>
      <w:tr w:rsidR="007B571C" w:rsidRPr="009C54AE" w14:paraId="2BE89065" w14:textId="77777777" w:rsidTr="00070D0E">
        <w:tc>
          <w:tcPr>
            <w:tcW w:w="2694" w:type="dxa"/>
            <w:vAlign w:val="center"/>
          </w:tcPr>
          <w:p w14:paraId="75E28D0D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4A2E8D" w14:textId="77777777" w:rsidR="007B571C" w:rsidRPr="001077F2" w:rsidRDefault="001077F2" w:rsidP="00070D0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F6991">
              <w:rPr>
                <w:rFonts w:ascii="Corbel" w:hAnsi="Corbel"/>
                <w:b w:val="0"/>
                <w:sz w:val="24"/>
                <w:szCs w:val="24"/>
              </w:rPr>
              <w:t>Jacek Pasternak</w:t>
            </w:r>
            <w:r w:rsidR="007B571C" w:rsidRPr="001077F2"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w14:paraId="13F83CE0" w14:textId="77777777" w:rsidR="007B571C" w:rsidRPr="009C54AE" w:rsidRDefault="007B571C" w:rsidP="007B57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5440A1C" w14:textId="77777777" w:rsidR="007B571C" w:rsidRPr="009C54AE" w:rsidRDefault="007B571C" w:rsidP="007B571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449883" w14:textId="77777777" w:rsidR="007B571C" w:rsidRPr="009C54AE" w:rsidRDefault="007B571C" w:rsidP="007B571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89B7FE0" w14:textId="77777777" w:rsidR="007B571C" w:rsidRPr="009C54AE" w:rsidRDefault="007B571C" w:rsidP="007B57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B571C" w:rsidRPr="009C54AE" w14:paraId="1AE5FA37" w14:textId="77777777" w:rsidTr="00070D0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AD9D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Semestr</w:t>
            </w:r>
          </w:p>
          <w:p w14:paraId="23620F9E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E0FE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Wykł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D1EEB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E6C4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Konw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B0A4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4956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Sem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4634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0A31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Prakt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B059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292A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17B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B571C" w:rsidRPr="009C54AE" w14:paraId="20F1CE2B" w14:textId="77777777" w:rsidTr="00070D0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CE2D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3EAE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8B1A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41E1" w14:textId="0967179F" w:rsidR="007B571C" w:rsidRPr="009C54AE" w:rsidRDefault="00CC0A0A" w:rsidP="00381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E3B9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41FB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33F0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84D5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C8F4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0FEF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0EC1" w14:textId="77777777" w:rsidR="007B571C" w:rsidRPr="009C54AE" w:rsidRDefault="00094A50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7F091B" w14:textId="77777777" w:rsidR="007B571C" w:rsidRPr="009C54AE" w:rsidRDefault="007B571C" w:rsidP="007B57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8D4791" w14:textId="77777777" w:rsidR="007B571C" w:rsidRPr="00BF1F2A" w:rsidRDefault="007B571C" w:rsidP="007B57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FF8222" w14:textId="77777777" w:rsidR="007B571C" w:rsidRPr="009C54AE" w:rsidRDefault="007B571C" w:rsidP="007B571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3020E0" w14:textId="77777777" w:rsidR="007B571C" w:rsidRPr="009C54AE" w:rsidRDefault="007B571C" w:rsidP="007B57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6A1900" w14:textId="77777777" w:rsidR="007B571C" w:rsidRPr="009C54AE" w:rsidRDefault="007B571C" w:rsidP="007B57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  <w:r w:rsidR="00251B7C">
        <w:rPr>
          <w:rFonts w:ascii="Corbel" w:hAnsi="Corbel"/>
          <w:b w:val="0"/>
          <w:smallCaps w:val="0"/>
          <w:szCs w:val="24"/>
        </w:rPr>
        <w:t xml:space="preserve"> (w okresie pandemii)</w:t>
      </w:r>
    </w:p>
    <w:p w14:paraId="284DF6DC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0411F0" w14:textId="77777777" w:rsidR="007B571C" w:rsidRPr="009C54AE" w:rsidRDefault="007B571C" w:rsidP="007B57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3110FD" w14:textId="77777777" w:rsidR="007B571C" w:rsidRDefault="00CF6991" w:rsidP="007B571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5265637F" w14:textId="77777777" w:rsidR="007B571C" w:rsidRDefault="007B571C" w:rsidP="007B57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A6D1B6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571C" w:rsidRPr="009C54AE" w14:paraId="4A9527FB" w14:textId="77777777" w:rsidTr="00070D0E">
        <w:tc>
          <w:tcPr>
            <w:tcW w:w="9670" w:type="dxa"/>
          </w:tcPr>
          <w:p w14:paraId="18C7F881" w14:textId="77777777" w:rsidR="007B571C" w:rsidRPr="009C54AE" w:rsidRDefault="00CF6991" w:rsidP="00841E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psychologii ogólnej</w:t>
            </w:r>
          </w:p>
        </w:tc>
      </w:tr>
    </w:tbl>
    <w:p w14:paraId="572BAE16" w14:textId="77777777" w:rsidR="007B571C" w:rsidRDefault="007B571C" w:rsidP="007B571C">
      <w:pPr>
        <w:pStyle w:val="Punktygwne"/>
        <w:spacing w:before="0" w:after="0"/>
        <w:rPr>
          <w:rFonts w:ascii="Corbel" w:hAnsi="Corbel"/>
          <w:szCs w:val="24"/>
        </w:rPr>
      </w:pPr>
    </w:p>
    <w:p w14:paraId="41C25D08" w14:textId="77777777" w:rsidR="007B571C" w:rsidRPr="00C05F44" w:rsidRDefault="007B571C" w:rsidP="007B571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77C9FB" w14:textId="77777777" w:rsidR="007B571C" w:rsidRPr="00C05F44" w:rsidRDefault="007B571C" w:rsidP="007B571C">
      <w:pPr>
        <w:pStyle w:val="Punktygwne"/>
        <w:spacing w:before="0" w:after="0"/>
        <w:rPr>
          <w:rFonts w:ascii="Corbel" w:hAnsi="Corbel"/>
          <w:szCs w:val="24"/>
        </w:rPr>
      </w:pPr>
    </w:p>
    <w:p w14:paraId="068C865E" w14:textId="77777777" w:rsidR="007B571C" w:rsidRDefault="007B571C" w:rsidP="007B571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80B7201" w14:textId="77777777" w:rsidR="007B571C" w:rsidRPr="009C54AE" w:rsidRDefault="007B571C" w:rsidP="007B571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47AB" w:rsidRPr="009C54AE" w14:paraId="25601285" w14:textId="77777777" w:rsidTr="00070D0E">
        <w:tc>
          <w:tcPr>
            <w:tcW w:w="851" w:type="dxa"/>
            <w:vAlign w:val="center"/>
          </w:tcPr>
          <w:p w14:paraId="4A21707F" w14:textId="77777777" w:rsidR="003447AB" w:rsidRPr="006B17BE" w:rsidRDefault="003447AB" w:rsidP="00070D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E593B2" w14:textId="77777777" w:rsidR="003447AB" w:rsidRPr="00231B9F" w:rsidRDefault="003447AB" w:rsidP="0065522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 z zakresu psychopatologii i możliwości dokonywania wstępnego różnicowania zaburzeń . </w:t>
            </w:r>
          </w:p>
        </w:tc>
      </w:tr>
      <w:tr w:rsidR="003447AB" w:rsidRPr="009C54AE" w14:paraId="1B75D52E" w14:textId="77777777" w:rsidTr="00070D0E">
        <w:tc>
          <w:tcPr>
            <w:tcW w:w="851" w:type="dxa"/>
            <w:vAlign w:val="center"/>
          </w:tcPr>
          <w:p w14:paraId="71B33FB8" w14:textId="77777777" w:rsidR="003447AB" w:rsidRPr="006B17BE" w:rsidRDefault="003447AB" w:rsidP="00070D0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A07A05" w14:textId="77777777" w:rsidR="003447AB" w:rsidRPr="00231B9F" w:rsidRDefault="003447AB" w:rsidP="0065522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>Potrafi zmotywować do kontaktu ze specjalistami w dziedzinie  psychologii klinicznej i psychiatrii</w:t>
            </w:r>
          </w:p>
        </w:tc>
      </w:tr>
      <w:tr w:rsidR="003447AB" w:rsidRPr="009C54AE" w14:paraId="3DA0190D" w14:textId="77777777" w:rsidTr="00070D0E">
        <w:tc>
          <w:tcPr>
            <w:tcW w:w="851" w:type="dxa"/>
            <w:vAlign w:val="center"/>
          </w:tcPr>
          <w:p w14:paraId="12800481" w14:textId="77777777" w:rsidR="003447AB" w:rsidRPr="006B17BE" w:rsidRDefault="003447AB" w:rsidP="00070D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398495" w14:textId="77777777" w:rsidR="003447AB" w:rsidRPr="00231B9F" w:rsidRDefault="003447AB" w:rsidP="0065522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 xml:space="preserve">Potrafi współpracować z psychiatryczną  służbą zdrowia i  pomocą społeczna </w:t>
            </w:r>
          </w:p>
        </w:tc>
      </w:tr>
    </w:tbl>
    <w:p w14:paraId="41EDE828" w14:textId="77777777" w:rsidR="000D39A0" w:rsidRDefault="000D39A0" w:rsidP="007B571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EF0179A" w14:textId="77777777" w:rsidR="007B571C" w:rsidRPr="009C54AE" w:rsidRDefault="007B571C" w:rsidP="007B57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BC65D51" w14:textId="77777777" w:rsidR="007B571C" w:rsidRPr="009C54AE" w:rsidRDefault="007B571C" w:rsidP="007B57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571C" w:rsidRPr="009C54AE" w14:paraId="55F61E32" w14:textId="77777777" w:rsidTr="00070D0E">
        <w:tc>
          <w:tcPr>
            <w:tcW w:w="1701" w:type="dxa"/>
            <w:vAlign w:val="center"/>
          </w:tcPr>
          <w:p w14:paraId="43F6B542" w14:textId="77777777" w:rsidR="00841E36" w:rsidRPr="0011540D" w:rsidRDefault="00841E36" w:rsidP="00070D0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6A946DBB" w14:textId="77777777" w:rsidR="00841E36" w:rsidRPr="0011540D" w:rsidRDefault="00841E36" w:rsidP="00070D0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5B428715" w14:textId="77777777" w:rsidR="00841E36" w:rsidRPr="0011540D" w:rsidRDefault="00841E36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2451CE7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728F73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571C" w:rsidRPr="009C54AE" w14:paraId="2833A007" w14:textId="77777777" w:rsidTr="00070D0E">
        <w:tc>
          <w:tcPr>
            <w:tcW w:w="1701" w:type="dxa"/>
          </w:tcPr>
          <w:p w14:paraId="5DF141D3" w14:textId="77777777" w:rsidR="0073654E" w:rsidRPr="0011540D" w:rsidRDefault="003447AB" w:rsidP="0073654E">
            <w:r w:rsidRPr="0011540D">
              <w:t>EK_01</w:t>
            </w:r>
          </w:p>
          <w:p w14:paraId="0B771771" w14:textId="77777777" w:rsidR="0073654E" w:rsidRPr="0011540D" w:rsidRDefault="0073654E" w:rsidP="00A14A1D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72CB1114" w14:textId="77777777" w:rsidR="003447AB" w:rsidRPr="0011540D" w:rsidRDefault="003447AB" w:rsidP="003447AB">
            <w:r w:rsidRPr="0011540D">
              <w:t>EK_02</w:t>
            </w:r>
          </w:p>
          <w:p w14:paraId="735B33F5" w14:textId="77777777" w:rsidR="00B92A6B" w:rsidRPr="0011540D" w:rsidRDefault="00B92A6B" w:rsidP="00A14A1D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0CE53C69" w14:textId="77777777" w:rsidR="0073654E" w:rsidRPr="0011540D" w:rsidRDefault="00B92A6B" w:rsidP="00A14A1D">
            <w:pPr>
              <w:rPr>
                <w:rFonts w:ascii="Corbel" w:hAnsi="Corbel"/>
                <w:b/>
                <w:smallCaps/>
                <w:szCs w:val="24"/>
              </w:rPr>
            </w:pPr>
            <w:r w:rsidRPr="0011540D">
              <w:rPr>
                <w:rFonts w:ascii="Corbel" w:hAnsi="Corbel"/>
                <w:b/>
                <w:smallCaps/>
                <w:szCs w:val="24"/>
              </w:rPr>
              <w:t>EK_03</w:t>
            </w:r>
          </w:p>
          <w:p w14:paraId="514B4C1B" w14:textId="77777777" w:rsidR="003447AB" w:rsidRPr="0011540D" w:rsidRDefault="003447AB" w:rsidP="00A14A1D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50B377FB" w14:textId="77777777" w:rsidR="009D4EE0" w:rsidRPr="0011540D" w:rsidRDefault="003447AB" w:rsidP="00A14A1D">
            <w:r w:rsidRPr="0011540D">
              <w:t>EK_04</w:t>
            </w:r>
          </w:p>
          <w:p w14:paraId="100EBFAA" w14:textId="77777777" w:rsidR="003447AB" w:rsidRPr="0011540D" w:rsidRDefault="003447AB" w:rsidP="00A14A1D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20DB8A51" w14:textId="77777777" w:rsidR="009D4EE0" w:rsidRPr="0011540D" w:rsidRDefault="009D4EE0" w:rsidP="009D4EE0">
            <w:r w:rsidRPr="0011540D">
              <w:t>EK_0</w:t>
            </w:r>
            <w:r w:rsidR="00B92A6B" w:rsidRPr="0011540D">
              <w:t>5</w:t>
            </w:r>
          </w:p>
          <w:p w14:paraId="215609B0" w14:textId="77777777" w:rsidR="009D4EE0" w:rsidRPr="0011540D" w:rsidRDefault="009D4EE0" w:rsidP="009D4EE0"/>
          <w:p w14:paraId="7CBE6A9E" w14:textId="77777777" w:rsidR="009D4EE0" w:rsidRPr="0011540D" w:rsidRDefault="009D4EE0" w:rsidP="009D4EE0">
            <w:r w:rsidRPr="0011540D">
              <w:t>EK_0</w:t>
            </w:r>
            <w:r w:rsidR="0011540D" w:rsidRPr="0011540D">
              <w:t>6</w:t>
            </w:r>
          </w:p>
        </w:tc>
        <w:tc>
          <w:tcPr>
            <w:tcW w:w="6096" w:type="dxa"/>
          </w:tcPr>
          <w:p w14:paraId="300D2CC1" w14:textId="77777777" w:rsidR="00A14A1D" w:rsidRPr="0011540D" w:rsidRDefault="00A14A1D" w:rsidP="00A14A1D">
            <w:pPr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>zna i rozumie mechanizmy funkcjonowania człowieka w strukturach społecznych i instytucjach życia publicznego oraz fundamentalne dylematy współczesnej cywilizacji</w:t>
            </w:r>
          </w:p>
          <w:p w14:paraId="047ABD9C" w14:textId="77777777" w:rsidR="00B92A6B" w:rsidRPr="0011540D" w:rsidRDefault="00A14A1D" w:rsidP="00A14A1D">
            <w:pPr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>potrafi wykorzystywać wiedzę wynikającą z diagnozowania nietypowych problemów w nieprzewidywalnych warunkach</w:t>
            </w:r>
          </w:p>
          <w:p w14:paraId="73C8C6CF" w14:textId="77777777" w:rsidR="00B92A6B" w:rsidRPr="0011540D" w:rsidRDefault="00B92A6B" w:rsidP="00B92A6B">
            <w:pPr>
              <w:jc w:val="both"/>
              <w:rPr>
                <w:sz w:val="20"/>
                <w:szCs w:val="20"/>
              </w:rPr>
            </w:pPr>
          </w:p>
          <w:p w14:paraId="787FFBCA" w14:textId="77777777" w:rsidR="00B92A6B" w:rsidRPr="0011540D" w:rsidRDefault="00B92A6B" w:rsidP="00B92A6B">
            <w:pPr>
              <w:jc w:val="both"/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 xml:space="preserve">potrafi samodzielnie analizować kulturowy dorobek człowieka </w:t>
            </w:r>
            <w:r w:rsidR="00730F69">
              <w:rPr>
                <w:sz w:val="20"/>
                <w:szCs w:val="20"/>
              </w:rPr>
              <w:t>w zakresie p</w:t>
            </w:r>
            <w:r w:rsidR="00E50723">
              <w:rPr>
                <w:sz w:val="20"/>
                <w:szCs w:val="20"/>
              </w:rPr>
              <w:t>sychopatologii</w:t>
            </w:r>
          </w:p>
          <w:p w14:paraId="60EB79AE" w14:textId="77777777" w:rsidR="00B92A6B" w:rsidRPr="0011540D" w:rsidRDefault="000D7615" w:rsidP="0073654E">
            <w:pPr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>p</w:t>
            </w:r>
            <w:r w:rsidR="0073654E" w:rsidRPr="0011540D">
              <w:rPr>
                <w:sz w:val="20"/>
                <w:szCs w:val="20"/>
              </w:rPr>
              <w:t>osiada umiejętność analizy zjawisk społecznych oraz w sposób praktyczny realizować fundamentalne i nowe role zawodowe pracownika socjalnego</w:t>
            </w:r>
          </w:p>
          <w:p w14:paraId="44A7E772" w14:textId="77777777" w:rsidR="009D4EE0" w:rsidRPr="0011540D" w:rsidRDefault="00B92A6B" w:rsidP="009D4EE0">
            <w:pPr>
              <w:jc w:val="both"/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 xml:space="preserve">ma zdolność posługiwania się podejściami teoretycznymi w analizowaniu różnych aspektów ludzkich </w:t>
            </w:r>
            <w:proofErr w:type="spellStart"/>
            <w:r w:rsidRPr="0011540D">
              <w:rPr>
                <w:sz w:val="20"/>
                <w:szCs w:val="20"/>
              </w:rPr>
              <w:t>zachowań</w:t>
            </w:r>
            <w:proofErr w:type="spellEnd"/>
            <w:r w:rsidRPr="0011540D">
              <w:rPr>
                <w:sz w:val="20"/>
                <w:szCs w:val="20"/>
              </w:rPr>
              <w:t xml:space="preserve"> w celu diagnozowania, prognozowania oraz formułowania programów działań socjalnych w oparciu o konsultacje z interesariuszami zewnętrznymi</w:t>
            </w:r>
          </w:p>
          <w:p w14:paraId="7866D514" w14:textId="77777777" w:rsidR="009D4EE0" w:rsidRPr="0011540D" w:rsidRDefault="009D4EE0" w:rsidP="009D4EE0">
            <w:pPr>
              <w:jc w:val="both"/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 xml:space="preserve">posiada umiejętność adaptacji i </w:t>
            </w:r>
            <w:r w:rsidR="008E4447" w:rsidRPr="0011540D">
              <w:rPr>
                <w:sz w:val="20"/>
                <w:szCs w:val="20"/>
              </w:rPr>
              <w:t>działania</w:t>
            </w:r>
            <w:r w:rsidRPr="0011540D">
              <w:rPr>
                <w:sz w:val="20"/>
                <w:szCs w:val="20"/>
              </w:rPr>
              <w:t xml:space="preserve"> w sytuacjach trudnych</w:t>
            </w:r>
            <w:r w:rsidR="00EB27F6">
              <w:rPr>
                <w:sz w:val="20"/>
                <w:szCs w:val="20"/>
              </w:rPr>
              <w:t xml:space="preserve"> oraz negocjowania stanowisk rozpoznając własne ograniczenia w pracy z innymi z uwzględnieniem opinii ekspertów</w:t>
            </w:r>
            <w:r w:rsidRPr="00115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73" w:type="dxa"/>
          </w:tcPr>
          <w:p w14:paraId="1C096A36" w14:textId="77777777" w:rsidR="003447AB" w:rsidRPr="0011540D" w:rsidRDefault="003447AB" w:rsidP="003447AB">
            <w:r w:rsidRPr="0011540D">
              <w:t>K_W08</w:t>
            </w:r>
          </w:p>
          <w:p w14:paraId="303C5C88" w14:textId="77777777" w:rsidR="003447AB" w:rsidRPr="0011540D" w:rsidRDefault="003447AB" w:rsidP="003447AB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16B688C1" w14:textId="77777777" w:rsidR="003447AB" w:rsidRPr="0011540D" w:rsidRDefault="003447AB" w:rsidP="003447AB">
            <w:r w:rsidRPr="0011540D">
              <w:t>K_U04</w:t>
            </w:r>
          </w:p>
          <w:p w14:paraId="73A90231" w14:textId="77777777" w:rsidR="003447AB" w:rsidRPr="0011540D" w:rsidRDefault="003447AB" w:rsidP="003447AB"/>
          <w:p w14:paraId="35C606D7" w14:textId="77777777" w:rsidR="003447AB" w:rsidRPr="0011540D" w:rsidRDefault="00B92A6B" w:rsidP="003447AB">
            <w:r w:rsidRPr="0011540D">
              <w:t>K_U09</w:t>
            </w:r>
          </w:p>
          <w:p w14:paraId="09013575" w14:textId="77777777" w:rsidR="00B92A6B" w:rsidRPr="0011540D" w:rsidRDefault="00B92A6B" w:rsidP="003447AB"/>
          <w:p w14:paraId="0E6C8AB2" w14:textId="77777777" w:rsidR="003447AB" w:rsidRPr="0011540D" w:rsidRDefault="003447AB" w:rsidP="003447AB">
            <w:r w:rsidRPr="0011540D">
              <w:t>K_U13</w:t>
            </w:r>
          </w:p>
          <w:p w14:paraId="75118330" w14:textId="77777777" w:rsidR="009D4EE0" w:rsidRPr="0011540D" w:rsidRDefault="009D4EE0" w:rsidP="003447AB"/>
          <w:p w14:paraId="3BE2AEF1" w14:textId="77777777" w:rsidR="009D4EE0" w:rsidRPr="0011540D" w:rsidRDefault="009D4EE0" w:rsidP="003447AB">
            <w:r w:rsidRPr="0011540D">
              <w:t>K_K07</w:t>
            </w:r>
          </w:p>
          <w:p w14:paraId="025E199D" w14:textId="77777777" w:rsidR="003447AB" w:rsidRPr="0011540D" w:rsidRDefault="003447AB" w:rsidP="003447AB"/>
          <w:p w14:paraId="6F094924" w14:textId="77777777" w:rsidR="003447AB" w:rsidRPr="0011540D" w:rsidRDefault="003447AB" w:rsidP="003447AB">
            <w:r w:rsidRPr="0011540D">
              <w:t>K_K10</w:t>
            </w:r>
          </w:p>
          <w:p w14:paraId="5247D142" w14:textId="77777777" w:rsidR="007B571C" w:rsidRPr="0011540D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8EF838" w14:textId="77777777" w:rsidR="00841E36" w:rsidRPr="009C54AE" w:rsidRDefault="00841E36" w:rsidP="007B57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D567B8" w14:textId="77777777" w:rsidR="007B571C" w:rsidRPr="009C54AE" w:rsidRDefault="007B571C" w:rsidP="007B57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7F8BC7C" w14:textId="77777777" w:rsidR="007B571C" w:rsidRPr="009C54AE" w:rsidRDefault="007B571C" w:rsidP="007B57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C63B531" w14:textId="77777777" w:rsidR="007B571C" w:rsidRPr="009C54AE" w:rsidRDefault="007B571C" w:rsidP="007B57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571C" w:rsidRPr="009C54AE" w14:paraId="2291706B" w14:textId="77777777" w:rsidTr="00070D0E">
        <w:tc>
          <w:tcPr>
            <w:tcW w:w="9639" w:type="dxa"/>
          </w:tcPr>
          <w:p w14:paraId="782AF1F6" w14:textId="77777777" w:rsidR="007B571C" w:rsidRPr="009C54AE" w:rsidRDefault="007B571C" w:rsidP="00070D0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571C" w:rsidRPr="009C54AE" w14:paraId="4C1426D9" w14:textId="77777777" w:rsidTr="00070D0E">
        <w:tc>
          <w:tcPr>
            <w:tcW w:w="9639" w:type="dxa"/>
          </w:tcPr>
          <w:p w14:paraId="40926AB3" w14:textId="77777777" w:rsidR="007B571C" w:rsidRPr="00601BFB" w:rsidRDefault="007B571C" w:rsidP="00070D0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233A29" w14:textId="77777777" w:rsidR="007B571C" w:rsidRPr="009C54AE" w:rsidRDefault="007B571C" w:rsidP="007B571C">
      <w:pPr>
        <w:spacing w:after="0" w:line="240" w:lineRule="auto"/>
        <w:rPr>
          <w:rFonts w:ascii="Corbel" w:hAnsi="Corbel"/>
          <w:sz w:val="24"/>
          <w:szCs w:val="24"/>
        </w:rPr>
      </w:pPr>
    </w:p>
    <w:p w14:paraId="2E7AFCE1" w14:textId="77777777" w:rsidR="007B571C" w:rsidRPr="009C54AE" w:rsidRDefault="007B571C" w:rsidP="007B57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F44103E" w14:textId="77777777" w:rsidR="007B571C" w:rsidRPr="009C54AE" w:rsidRDefault="007B571C" w:rsidP="007B57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571C" w:rsidRPr="009C54AE" w14:paraId="149C698B" w14:textId="77777777" w:rsidTr="00070D0E">
        <w:tc>
          <w:tcPr>
            <w:tcW w:w="9639" w:type="dxa"/>
          </w:tcPr>
          <w:p w14:paraId="312FDF75" w14:textId="77777777" w:rsidR="007B571C" w:rsidRPr="009C54AE" w:rsidRDefault="007B571C" w:rsidP="00070D0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B571C" w:rsidRPr="009C54AE" w14:paraId="6F8140D8" w14:textId="77777777" w:rsidTr="00070D0E">
        <w:tc>
          <w:tcPr>
            <w:tcW w:w="9639" w:type="dxa"/>
          </w:tcPr>
          <w:p w14:paraId="4F89AB66" w14:textId="77777777" w:rsidR="007B571C" w:rsidRPr="0043320F" w:rsidRDefault="008E4447" w:rsidP="008E4447">
            <w:pPr>
              <w:pStyle w:val="Akapitzlist"/>
              <w:spacing w:after="0" w:line="240" w:lineRule="auto"/>
              <w:ind w:left="35" w:hanging="35"/>
              <w:jc w:val="both"/>
              <w:rPr>
                <w:sz w:val="20"/>
                <w:szCs w:val="20"/>
              </w:rPr>
            </w:pPr>
            <w:r w:rsidRPr="0043320F">
              <w:rPr>
                <w:sz w:val="20"/>
                <w:szCs w:val="20"/>
              </w:rPr>
              <w:t xml:space="preserve">1.Podstawowe zagadnienia z psychopatologii ogólnej  </w:t>
            </w:r>
          </w:p>
        </w:tc>
      </w:tr>
      <w:tr w:rsidR="007B571C" w:rsidRPr="009C54AE" w14:paraId="6AF89034" w14:textId="77777777" w:rsidTr="00070D0E">
        <w:tc>
          <w:tcPr>
            <w:tcW w:w="9639" w:type="dxa"/>
          </w:tcPr>
          <w:p w14:paraId="4CA181AC" w14:textId="77777777" w:rsidR="007B571C" w:rsidRPr="0043320F" w:rsidRDefault="008E4447" w:rsidP="008E4447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3320F">
              <w:rPr>
                <w:sz w:val="20"/>
                <w:szCs w:val="20"/>
              </w:rPr>
              <w:t xml:space="preserve">Objawy zaburzeń psychicznych : zaburzenia procesów poznawczych , zaburzenia spostrzegania, myślenia pamięci, uwagi, procesów emocjonalnych , psychomotorycznych ( ilościowe i jakościowe </w:t>
            </w:r>
          </w:p>
        </w:tc>
      </w:tr>
      <w:tr w:rsidR="007B571C" w:rsidRPr="009C54AE" w14:paraId="74B276A3" w14:textId="77777777" w:rsidTr="00070D0E">
        <w:tc>
          <w:tcPr>
            <w:tcW w:w="9639" w:type="dxa"/>
          </w:tcPr>
          <w:p w14:paraId="5CC10A3C" w14:textId="77777777" w:rsidR="007B571C" w:rsidRPr="0043320F" w:rsidRDefault="008E4447" w:rsidP="008E4447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3320F">
              <w:rPr>
                <w:sz w:val="20"/>
                <w:szCs w:val="20"/>
              </w:rPr>
              <w:t xml:space="preserve">2. Zespoły zaburzeń psychicznych </w:t>
            </w:r>
          </w:p>
        </w:tc>
      </w:tr>
      <w:tr w:rsidR="007B571C" w:rsidRPr="009C54AE" w14:paraId="6E5FD960" w14:textId="77777777" w:rsidTr="00070D0E">
        <w:tc>
          <w:tcPr>
            <w:tcW w:w="9639" w:type="dxa"/>
          </w:tcPr>
          <w:p w14:paraId="7D7E390E" w14:textId="77777777" w:rsidR="007B571C" w:rsidRPr="0043320F" w:rsidRDefault="00DA3B0E" w:rsidP="008E4447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43320F">
              <w:rPr>
                <w:sz w:val="20"/>
                <w:szCs w:val="20"/>
              </w:rPr>
              <w:t>3.</w:t>
            </w:r>
            <w:r w:rsidR="008E4447" w:rsidRPr="0043320F">
              <w:rPr>
                <w:sz w:val="20"/>
                <w:szCs w:val="20"/>
              </w:rPr>
              <w:t xml:space="preserve">Zaburzenia na tle organicznym, Niepełnosprawność intelektualna, Zespół otępienny , Zespół zaburzeń afektywnych , Zespół paranoidalny, parafreniczny. Zespoły reaktywne psychotyczne ,Zespoły nerwicowe, Zespoły nerwicowe, </w:t>
            </w:r>
            <w:r w:rsidRPr="0043320F">
              <w:rPr>
                <w:sz w:val="20"/>
                <w:szCs w:val="20"/>
              </w:rPr>
              <w:t xml:space="preserve">lękowe Stres i reakcja na stres, psychosomatyka, Zaburzenia osobowości </w:t>
            </w:r>
            <w:r w:rsidR="008E4447" w:rsidRPr="0043320F">
              <w:rPr>
                <w:sz w:val="20"/>
                <w:szCs w:val="20"/>
              </w:rPr>
              <w:t xml:space="preserve">  </w:t>
            </w:r>
          </w:p>
        </w:tc>
      </w:tr>
      <w:tr w:rsidR="007B571C" w:rsidRPr="009C54AE" w14:paraId="56483EBD" w14:textId="77777777" w:rsidTr="00070D0E">
        <w:tc>
          <w:tcPr>
            <w:tcW w:w="9639" w:type="dxa"/>
          </w:tcPr>
          <w:p w14:paraId="6E232B7D" w14:textId="77777777" w:rsidR="007B571C" w:rsidRPr="003447AB" w:rsidRDefault="007B571C" w:rsidP="00070D0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9BBAE5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D9BAF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B2A8721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8ECEE2" w14:textId="77777777" w:rsidR="007B571C" w:rsidRPr="005774E0" w:rsidRDefault="005774E0" w:rsidP="007B571C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  <w:r w:rsidRPr="005774E0">
        <w:rPr>
          <w:b w:val="0"/>
          <w:bCs/>
          <w:smallCaps w:val="0"/>
          <w:szCs w:val="24"/>
        </w:rPr>
        <w:t>Analiza teksów z dyskusją</w:t>
      </w:r>
      <w:r>
        <w:rPr>
          <w:b w:val="0"/>
          <w:bCs/>
          <w:smallCaps w:val="0"/>
          <w:szCs w:val="24"/>
        </w:rPr>
        <w:t>, praca w grupach (rozwiązywanie zadań, dyskusja), metody kształcenia na odległość</w:t>
      </w:r>
    </w:p>
    <w:p w14:paraId="26A3A266" w14:textId="77777777" w:rsidR="007B571C" w:rsidRDefault="007B571C" w:rsidP="007B57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99E4EA" w14:textId="77777777" w:rsidR="007B571C" w:rsidRDefault="007B571C" w:rsidP="007B57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EFD840" w14:textId="77777777" w:rsidR="007B571C" w:rsidRPr="009C54AE" w:rsidRDefault="007B571C" w:rsidP="007B57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C47D0D0" w14:textId="77777777" w:rsidR="007B571C" w:rsidRPr="009C54AE" w:rsidRDefault="007B571C" w:rsidP="007B57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2292ED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6B865B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571C" w:rsidRPr="009C54AE" w14:paraId="705BED64" w14:textId="77777777" w:rsidTr="00070D0E">
        <w:tc>
          <w:tcPr>
            <w:tcW w:w="1985" w:type="dxa"/>
            <w:vAlign w:val="center"/>
          </w:tcPr>
          <w:p w14:paraId="670E3F5A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A147EC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50F59C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EB4973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6D8A34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B571C" w:rsidRPr="009C54AE" w14:paraId="3DD5B88D" w14:textId="77777777" w:rsidTr="00070D0E">
        <w:tc>
          <w:tcPr>
            <w:tcW w:w="1985" w:type="dxa"/>
          </w:tcPr>
          <w:p w14:paraId="11AF02E0" w14:textId="77777777" w:rsidR="007B571C" w:rsidRPr="0043320F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3320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3320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20E146F" w14:textId="77777777" w:rsidR="007B571C" w:rsidRPr="009C54AE" w:rsidRDefault="003447AB" w:rsidP="00070D0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1329D9E" w14:textId="77777777" w:rsidR="007B571C" w:rsidRPr="009C54AE" w:rsidRDefault="003447AB" w:rsidP="00070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B571C" w:rsidRPr="009C54AE" w14:paraId="49606644" w14:textId="77777777" w:rsidTr="00070D0E">
        <w:tc>
          <w:tcPr>
            <w:tcW w:w="1985" w:type="dxa"/>
          </w:tcPr>
          <w:p w14:paraId="4B15D742" w14:textId="77777777" w:rsidR="007B571C" w:rsidRPr="0011540D" w:rsidRDefault="007B571C" w:rsidP="00385A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540D">
              <w:rPr>
                <w:rFonts w:ascii="Corbel" w:hAnsi="Corbel"/>
                <w:b w:val="0"/>
                <w:szCs w:val="24"/>
              </w:rPr>
              <w:t xml:space="preserve">Ek_ </w:t>
            </w:r>
            <w:r w:rsidR="000D20AF" w:rsidRPr="0011540D">
              <w:rPr>
                <w:rFonts w:ascii="Corbel" w:hAnsi="Corbel"/>
                <w:b w:val="0"/>
                <w:szCs w:val="24"/>
              </w:rPr>
              <w:t>02-0</w:t>
            </w:r>
            <w:r w:rsidR="0011540D" w:rsidRPr="0011540D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1FEFD73F" w14:textId="77777777" w:rsidR="007B571C" w:rsidRPr="009C54AE" w:rsidRDefault="003447AB" w:rsidP="00070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F213E50" w14:textId="77777777" w:rsidR="007B571C" w:rsidRPr="009C54AE" w:rsidRDefault="003447AB" w:rsidP="00070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2402B6D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CEBD94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04BAD76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571C" w:rsidRPr="009C54AE" w14:paraId="35BC462B" w14:textId="77777777" w:rsidTr="00070D0E">
        <w:tc>
          <w:tcPr>
            <w:tcW w:w="9670" w:type="dxa"/>
          </w:tcPr>
          <w:p w14:paraId="424A416A" w14:textId="77777777" w:rsidR="007B571C" w:rsidRPr="009C54AE" w:rsidRDefault="00251B7C" w:rsidP="00BF1F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na 80% zajęć, aktywność w czasie </w:t>
            </w:r>
            <w:r w:rsidR="008C2A13">
              <w:rPr>
                <w:rFonts w:ascii="Corbel" w:hAnsi="Corbel"/>
                <w:b w:val="0"/>
                <w:smallCaps w:val="0"/>
                <w:szCs w:val="24"/>
              </w:rPr>
              <w:t>zajęć, zaliczenie kolokwium</w:t>
            </w:r>
          </w:p>
        </w:tc>
      </w:tr>
    </w:tbl>
    <w:p w14:paraId="12DC9E1D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A84BE" w14:textId="77777777" w:rsidR="007B571C" w:rsidRPr="009C54AE" w:rsidRDefault="007B571C" w:rsidP="007B57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CB34E6F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B571C" w:rsidRPr="009C54AE" w14:paraId="364CEA66" w14:textId="77777777" w:rsidTr="00070D0E">
        <w:tc>
          <w:tcPr>
            <w:tcW w:w="4962" w:type="dxa"/>
            <w:vAlign w:val="center"/>
          </w:tcPr>
          <w:p w14:paraId="55D4B0E5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B932059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B571C" w:rsidRPr="009C54AE" w14:paraId="0EE9536E" w14:textId="77777777" w:rsidTr="00070D0E">
        <w:tc>
          <w:tcPr>
            <w:tcW w:w="4962" w:type="dxa"/>
          </w:tcPr>
          <w:p w14:paraId="3FC90C64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ED4128" w14:textId="0B4844B7" w:rsidR="007B571C" w:rsidRPr="0043320F" w:rsidRDefault="00CC0A0A" w:rsidP="00385A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1</w:t>
            </w:r>
            <w:r w:rsidR="00EE3B9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B571C" w:rsidRPr="009C54AE" w14:paraId="43E9401A" w14:textId="77777777" w:rsidTr="00070D0E">
        <w:tc>
          <w:tcPr>
            <w:tcW w:w="4962" w:type="dxa"/>
          </w:tcPr>
          <w:p w14:paraId="283269C5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076FF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1D29A" w14:textId="77777777" w:rsidR="007B571C" w:rsidRPr="0043320F" w:rsidRDefault="00094A50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571C" w:rsidRPr="009C54AE" w14:paraId="7C8A1AC0" w14:textId="77777777" w:rsidTr="00070D0E">
        <w:tc>
          <w:tcPr>
            <w:tcW w:w="4962" w:type="dxa"/>
          </w:tcPr>
          <w:p w14:paraId="664CFD56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29FA88E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2122109" w14:textId="5DE0403A" w:rsidR="007B571C" w:rsidRPr="0043320F" w:rsidRDefault="00094A50" w:rsidP="00385A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8</w:t>
            </w:r>
            <w:r w:rsidR="00EE3B9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571C" w:rsidRPr="009C54AE" w14:paraId="0597A23C" w14:textId="77777777" w:rsidTr="00070D0E">
        <w:tc>
          <w:tcPr>
            <w:tcW w:w="4962" w:type="dxa"/>
          </w:tcPr>
          <w:p w14:paraId="593138B3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591C18" w14:textId="77777777" w:rsidR="007B571C" w:rsidRPr="0043320F" w:rsidRDefault="00094A50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B571C" w:rsidRPr="009C54AE" w14:paraId="6B7B6654" w14:textId="77777777" w:rsidTr="00070D0E">
        <w:tc>
          <w:tcPr>
            <w:tcW w:w="4962" w:type="dxa"/>
          </w:tcPr>
          <w:p w14:paraId="25377F49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1AE2CB" w14:textId="77777777" w:rsidR="007B571C" w:rsidRPr="0043320F" w:rsidRDefault="00094A50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118386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2EF91CE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B97BDA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D1493E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B571C" w:rsidRPr="009C54AE" w14:paraId="78B1F128" w14:textId="77777777" w:rsidTr="00070D0E">
        <w:trPr>
          <w:trHeight w:val="397"/>
        </w:trPr>
        <w:tc>
          <w:tcPr>
            <w:tcW w:w="3544" w:type="dxa"/>
          </w:tcPr>
          <w:p w14:paraId="68F38A57" w14:textId="77777777" w:rsidR="007B571C" w:rsidRPr="009C54AE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20F1BFF" w14:textId="77777777" w:rsidR="007B571C" w:rsidRPr="009C54AE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B571C" w:rsidRPr="009C54AE" w14:paraId="1C2B9894" w14:textId="77777777" w:rsidTr="00070D0E">
        <w:trPr>
          <w:trHeight w:val="397"/>
        </w:trPr>
        <w:tc>
          <w:tcPr>
            <w:tcW w:w="3544" w:type="dxa"/>
          </w:tcPr>
          <w:p w14:paraId="5D7D7E78" w14:textId="77777777" w:rsidR="007B571C" w:rsidRPr="009C54AE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69B403" w14:textId="77777777" w:rsidR="007B571C" w:rsidRPr="009C54AE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89362A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FBF46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189CE59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7B571C" w:rsidRPr="009C54AE" w14:paraId="699C1DCF" w14:textId="77777777" w:rsidTr="004C5AAF">
        <w:trPr>
          <w:trHeight w:val="397"/>
        </w:trPr>
        <w:tc>
          <w:tcPr>
            <w:tcW w:w="8931" w:type="dxa"/>
          </w:tcPr>
          <w:p w14:paraId="2EBE1815" w14:textId="77777777" w:rsidR="000D20AF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0D20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AE98BF" w14:textId="77777777" w:rsidR="007B571C" w:rsidRDefault="000D20AF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Martin E.,P.,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Seligman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238F">
              <w:rPr>
                <w:rFonts w:ascii="Corbel" w:hAnsi="Corbel"/>
                <w:b w:val="0"/>
                <w:smallCaps w:val="0"/>
                <w:szCs w:val="24"/>
              </w:rPr>
              <w:t xml:space="preserve">M., E., P., Walker E., F., </w:t>
            </w:r>
            <w:proofErr w:type="spellStart"/>
            <w:r w:rsidR="0078238F">
              <w:rPr>
                <w:rFonts w:ascii="Corbel" w:hAnsi="Corbel"/>
                <w:b w:val="0"/>
                <w:smallCaps w:val="0"/>
                <w:szCs w:val="24"/>
              </w:rPr>
              <w:t>Rosenhan</w:t>
            </w:r>
            <w:proofErr w:type="spellEnd"/>
            <w:r w:rsidR="0078238F">
              <w:rPr>
                <w:rFonts w:ascii="Corbel" w:hAnsi="Corbel"/>
                <w:b w:val="0"/>
                <w:smallCaps w:val="0"/>
                <w:szCs w:val="24"/>
              </w:rPr>
              <w:t xml:space="preserve"> D.,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Psychopatologia. Zyski S-ka Wydawnictwo, Poznań </w:t>
            </w:r>
            <w:r w:rsidR="0078238F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</w:p>
          <w:p w14:paraId="3E26BD4A" w14:textId="77777777" w:rsidR="001128E0" w:rsidRDefault="001128E0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Podstawy psychopatologii dla pedagogów. Wydawnictwo Uniwersytetu Rzeszowskiego, Rzeszów, 2017</w:t>
            </w:r>
          </w:p>
          <w:p w14:paraId="6F389AEB" w14:textId="77777777" w:rsidR="000D20AF" w:rsidRPr="009C54AE" w:rsidRDefault="000D20AF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Lipczyński A.(2019) Psychopatologia dla studentów pracy socjalnej (nośnik elektroniczny ) </w:t>
            </w:r>
          </w:p>
        </w:tc>
      </w:tr>
      <w:tr w:rsidR="007B571C" w:rsidRPr="009C54AE" w14:paraId="76A066D8" w14:textId="77777777" w:rsidTr="004C5AAF">
        <w:trPr>
          <w:trHeight w:val="397"/>
        </w:trPr>
        <w:tc>
          <w:tcPr>
            <w:tcW w:w="8931" w:type="dxa"/>
          </w:tcPr>
          <w:p w14:paraId="25307288" w14:textId="77777777" w:rsidR="007B571C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EA68733" w14:textId="77777777" w:rsidR="001128E0" w:rsidRDefault="001128E0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Marcelli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 Psychopatologia wieku dziecięcego.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Elsevier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Urban, Wrocław 2013</w:t>
            </w:r>
          </w:p>
          <w:p w14:paraId="659D876B" w14:textId="77777777" w:rsidR="00731072" w:rsidRDefault="00731072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Cierpiałkowska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 Psychopatologia. Wydawnictwo Naukowe SCHOLAR, Warszawa 2015</w:t>
            </w:r>
          </w:p>
          <w:p w14:paraId="6760F02E" w14:textId="77777777" w:rsidR="0001125E" w:rsidRDefault="0001125E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Radziwiłowicz W.,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Sumiła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Psychopatologia okresu dorastania. Oficyna Wydawnicza „Impuls”, Kraków, 2006</w:t>
            </w:r>
          </w:p>
          <w:p w14:paraId="0CEB0C86" w14:textId="77777777" w:rsidR="001128E0" w:rsidRDefault="0001125E" w:rsidP="0001125E">
            <w:pPr>
              <w:pStyle w:val="Punktygwne"/>
              <w:spacing w:before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Stirling J.S., </w:t>
            </w:r>
            <w:proofErr w:type="spellStart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Hellewell</w:t>
            </w:r>
            <w:proofErr w:type="spellEnd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J.S.E. Psychopatologia, Gdańskie Wydawnictwo Psychologiczne, Gdańsk, 2005</w:t>
            </w:r>
          </w:p>
          <w:p w14:paraId="304C352A" w14:textId="77777777" w:rsidR="0001125E" w:rsidRPr="001128E0" w:rsidRDefault="0001125E" w:rsidP="0001125E">
            <w:pPr>
              <w:pStyle w:val="Punktygwne"/>
              <w:spacing w:before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Radochoński</w:t>
            </w:r>
            <w:proofErr w:type="spellEnd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 Osobowość antyspołeczna. Wydawnictwo U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niwersytetu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zeszowskiego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2009</w:t>
            </w:r>
          </w:p>
        </w:tc>
      </w:tr>
    </w:tbl>
    <w:p w14:paraId="02965D77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C4E68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A8E41E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C4438CC" w14:textId="77777777" w:rsidR="0085747A" w:rsidRPr="007B571C" w:rsidRDefault="0085747A" w:rsidP="007B571C">
      <w:pPr>
        <w:rPr>
          <w:szCs w:val="24"/>
        </w:rPr>
      </w:pPr>
    </w:p>
    <w:sectPr w:rsidR="0085747A" w:rsidRPr="007B57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9469E" w14:textId="77777777" w:rsidR="003E1EBA" w:rsidRDefault="003E1EBA" w:rsidP="00C16ABF">
      <w:pPr>
        <w:spacing w:after="0" w:line="240" w:lineRule="auto"/>
      </w:pPr>
      <w:r>
        <w:separator/>
      </w:r>
    </w:p>
  </w:endnote>
  <w:endnote w:type="continuationSeparator" w:id="0">
    <w:p w14:paraId="29071E35" w14:textId="77777777" w:rsidR="003E1EBA" w:rsidRDefault="003E1E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A6183" w14:textId="77777777" w:rsidR="003E1EBA" w:rsidRDefault="003E1EBA" w:rsidP="00C16ABF">
      <w:pPr>
        <w:spacing w:after="0" w:line="240" w:lineRule="auto"/>
      </w:pPr>
      <w:r>
        <w:separator/>
      </w:r>
    </w:p>
  </w:footnote>
  <w:footnote w:type="continuationSeparator" w:id="0">
    <w:p w14:paraId="788B3832" w14:textId="77777777" w:rsidR="003E1EBA" w:rsidRDefault="003E1EBA" w:rsidP="00C16ABF">
      <w:pPr>
        <w:spacing w:after="0" w:line="240" w:lineRule="auto"/>
      </w:pPr>
      <w:r>
        <w:continuationSeparator/>
      </w:r>
    </w:p>
  </w:footnote>
  <w:footnote w:id="1">
    <w:p w14:paraId="427DBEED" w14:textId="77777777" w:rsidR="007B571C" w:rsidRDefault="007B571C" w:rsidP="007B571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E62C3"/>
    <w:multiLevelType w:val="hybridMultilevel"/>
    <w:tmpl w:val="3DCC30CC"/>
    <w:lvl w:ilvl="0" w:tplc="6F765D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BB05E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BBE30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267E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3ED0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F2210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E069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294384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318E47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80A738C"/>
    <w:multiLevelType w:val="hybridMultilevel"/>
    <w:tmpl w:val="35988D52"/>
    <w:lvl w:ilvl="0" w:tplc="2D4E51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8A6A44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2DE1CF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AA43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B229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F6AA03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4BCE06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3CA6E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B4EF0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1849C9"/>
    <w:multiLevelType w:val="hybridMultilevel"/>
    <w:tmpl w:val="BDB8F14A"/>
    <w:lvl w:ilvl="0" w:tplc="416AFD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D2940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CE11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922EED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7E82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34AF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5C5F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E4925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E2968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125E"/>
    <w:rsid w:val="00015B8F"/>
    <w:rsid w:val="00022ECE"/>
    <w:rsid w:val="00042A51"/>
    <w:rsid w:val="00042D2E"/>
    <w:rsid w:val="00044C82"/>
    <w:rsid w:val="00070D0E"/>
    <w:rsid w:val="00070ED6"/>
    <w:rsid w:val="000742DC"/>
    <w:rsid w:val="00084C12"/>
    <w:rsid w:val="0009462C"/>
    <w:rsid w:val="00094A50"/>
    <w:rsid w:val="00094B12"/>
    <w:rsid w:val="00096C46"/>
    <w:rsid w:val="000A296F"/>
    <w:rsid w:val="000A2A28"/>
    <w:rsid w:val="000A3CDF"/>
    <w:rsid w:val="000B192D"/>
    <w:rsid w:val="000B28EE"/>
    <w:rsid w:val="000B3E37"/>
    <w:rsid w:val="000C1438"/>
    <w:rsid w:val="000D04B0"/>
    <w:rsid w:val="000D20AF"/>
    <w:rsid w:val="000D39A0"/>
    <w:rsid w:val="000D7615"/>
    <w:rsid w:val="000F1C57"/>
    <w:rsid w:val="000F5615"/>
    <w:rsid w:val="001077F2"/>
    <w:rsid w:val="001128E0"/>
    <w:rsid w:val="0011540D"/>
    <w:rsid w:val="00124BFF"/>
    <w:rsid w:val="0012560E"/>
    <w:rsid w:val="001257B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BAA"/>
    <w:rsid w:val="00192F37"/>
    <w:rsid w:val="001A70D2"/>
    <w:rsid w:val="001B2EE8"/>
    <w:rsid w:val="001D605E"/>
    <w:rsid w:val="001D61E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B7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87A"/>
    <w:rsid w:val="003018BA"/>
    <w:rsid w:val="0030395F"/>
    <w:rsid w:val="00305C92"/>
    <w:rsid w:val="003151C5"/>
    <w:rsid w:val="003237BB"/>
    <w:rsid w:val="003343CF"/>
    <w:rsid w:val="003447AB"/>
    <w:rsid w:val="00346FE9"/>
    <w:rsid w:val="0034759A"/>
    <w:rsid w:val="003503F6"/>
    <w:rsid w:val="003530DD"/>
    <w:rsid w:val="00357BCB"/>
    <w:rsid w:val="00363F78"/>
    <w:rsid w:val="00381AB4"/>
    <w:rsid w:val="00385A3B"/>
    <w:rsid w:val="003A0A5B"/>
    <w:rsid w:val="003A1176"/>
    <w:rsid w:val="003A581B"/>
    <w:rsid w:val="003C0BAE"/>
    <w:rsid w:val="003D18A9"/>
    <w:rsid w:val="003D6CE2"/>
    <w:rsid w:val="003E1941"/>
    <w:rsid w:val="003E1EBA"/>
    <w:rsid w:val="003E2FE6"/>
    <w:rsid w:val="003E49D5"/>
    <w:rsid w:val="003F205D"/>
    <w:rsid w:val="003F38C0"/>
    <w:rsid w:val="00414E3C"/>
    <w:rsid w:val="0042244A"/>
    <w:rsid w:val="0042745A"/>
    <w:rsid w:val="00431D5C"/>
    <w:rsid w:val="0043320F"/>
    <w:rsid w:val="004362C6"/>
    <w:rsid w:val="00437FA2"/>
    <w:rsid w:val="00445970"/>
    <w:rsid w:val="00461EFC"/>
    <w:rsid w:val="004652C2"/>
    <w:rsid w:val="004706D1"/>
    <w:rsid w:val="00471326"/>
    <w:rsid w:val="0047598D"/>
    <w:rsid w:val="00480DE5"/>
    <w:rsid w:val="004840FD"/>
    <w:rsid w:val="00490F7D"/>
    <w:rsid w:val="00491678"/>
    <w:rsid w:val="004968E2"/>
    <w:rsid w:val="004A3EEA"/>
    <w:rsid w:val="004A4D1F"/>
    <w:rsid w:val="004C0455"/>
    <w:rsid w:val="004C5AAF"/>
    <w:rsid w:val="004D5282"/>
    <w:rsid w:val="004E70E3"/>
    <w:rsid w:val="004F1551"/>
    <w:rsid w:val="004F55A3"/>
    <w:rsid w:val="004F6A86"/>
    <w:rsid w:val="0050496F"/>
    <w:rsid w:val="00513B6F"/>
    <w:rsid w:val="00517C63"/>
    <w:rsid w:val="005363C4"/>
    <w:rsid w:val="00536BDE"/>
    <w:rsid w:val="00543ACC"/>
    <w:rsid w:val="005572F7"/>
    <w:rsid w:val="0056696D"/>
    <w:rsid w:val="005774E0"/>
    <w:rsid w:val="0059484D"/>
    <w:rsid w:val="005A0855"/>
    <w:rsid w:val="005A3196"/>
    <w:rsid w:val="005C080F"/>
    <w:rsid w:val="005C55E5"/>
    <w:rsid w:val="005C696A"/>
    <w:rsid w:val="005D4E7D"/>
    <w:rsid w:val="005E6E85"/>
    <w:rsid w:val="005F31D2"/>
    <w:rsid w:val="00601BFB"/>
    <w:rsid w:val="0061029B"/>
    <w:rsid w:val="00617230"/>
    <w:rsid w:val="00621CE1"/>
    <w:rsid w:val="00627FC9"/>
    <w:rsid w:val="00647FA8"/>
    <w:rsid w:val="00650C5F"/>
    <w:rsid w:val="00654934"/>
    <w:rsid w:val="0065522C"/>
    <w:rsid w:val="006620D9"/>
    <w:rsid w:val="00671958"/>
    <w:rsid w:val="00675843"/>
    <w:rsid w:val="00696477"/>
    <w:rsid w:val="006B17B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F69"/>
    <w:rsid w:val="00731072"/>
    <w:rsid w:val="007327BD"/>
    <w:rsid w:val="00734608"/>
    <w:rsid w:val="0073654E"/>
    <w:rsid w:val="00745302"/>
    <w:rsid w:val="007461D6"/>
    <w:rsid w:val="00746EC8"/>
    <w:rsid w:val="00747ADA"/>
    <w:rsid w:val="00763BF1"/>
    <w:rsid w:val="00766FD4"/>
    <w:rsid w:val="0078168C"/>
    <w:rsid w:val="0078238F"/>
    <w:rsid w:val="00787C2A"/>
    <w:rsid w:val="00790E27"/>
    <w:rsid w:val="007A4022"/>
    <w:rsid w:val="007A6E6E"/>
    <w:rsid w:val="007B571C"/>
    <w:rsid w:val="007C3299"/>
    <w:rsid w:val="007C3BCC"/>
    <w:rsid w:val="007C4546"/>
    <w:rsid w:val="007D060D"/>
    <w:rsid w:val="007D6E56"/>
    <w:rsid w:val="007F4155"/>
    <w:rsid w:val="00801EE8"/>
    <w:rsid w:val="0081554D"/>
    <w:rsid w:val="0081707E"/>
    <w:rsid w:val="0083030E"/>
    <w:rsid w:val="00841E3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A13"/>
    <w:rsid w:val="008C379D"/>
    <w:rsid w:val="008C5147"/>
    <w:rsid w:val="008C5359"/>
    <w:rsid w:val="008C5363"/>
    <w:rsid w:val="008D3DFB"/>
    <w:rsid w:val="008E4447"/>
    <w:rsid w:val="008E64F4"/>
    <w:rsid w:val="008F12C9"/>
    <w:rsid w:val="008F6E29"/>
    <w:rsid w:val="009118E6"/>
    <w:rsid w:val="0091233A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EE0"/>
    <w:rsid w:val="009D5993"/>
    <w:rsid w:val="009E0543"/>
    <w:rsid w:val="009E3B41"/>
    <w:rsid w:val="009F3C5C"/>
    <w:rsid w:val="009F4610"/>
    <w:rsid w:val="00A00ECC"/>
    <w:rsid w:val="00A02158"/>
    <w:rsid w:val="00A14A1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54E"/>
    <w:rsid w:val="00AD1146"/>
    <w:rsid w:val="00AD27D3"/>
    <w:rsid w:val="00AD66D6"/>
    <w:rsid w:val="00AE1160"/>
    <w:rsid w:val="00AE203C"/>
    <w:rsid w:val="00AE2E74"/>
    <w:rsid w:val="00AE5FCB"/>
    <w:rsid w:val="00AF2C1E"/>
    <w:rsid w:val="00B01BC3"/>
    <w:rsid w:val="00B06142"/>
    <w:rsid w:val="00B135B1"/>
    <w:rsid w:val="00B3130B"/>
    <w:rsid w:val="00B40ADB"/>
    <w:rsid w:val="00B43B77"/>
    <w:rsid w:val="00B43E80"/>
    <w:rsid w:val="00B50464"/>
    <w:rsid w:val="00B607DB"/>
    <w:rsid w:val="00B66529"/>
    <w:rsid w:val="00B75946"/>
    <w:rsid w:val="00B8056E"/>
    <w:rsid w:val="00B819C8"/>
    <w:rsid w:val="00B82308"/>
    <w:rsid w:val="00B90885"/>
    <w:rsid w:val="00B92A6B"/>
    <w:rsid w:val="00BB520A"/>
    <w:rsid w:val="00BD3869"/>
    <w:rsid w:val="00BD66E9"/>
    <w:rsid w:val="00BD6FF4"/>
    <w:rsid w:val="00BF0EA4"/>
    <w:rsid w:val="00BF1F2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91F"/>
    <w:rsid w:val="00C56036"/>
    <w:rsid w:val="00C61DC5"/>
    <w:rsid w:val="00C67E92"/>
    <w:rsid w:val="00C70A26"/>
    <w:rsid w:val="00C766DF"/>
    <w:rsid w:val="00C94B98"/>
    <w:rsid w:val="00CA2B96"/>
    <w:rsid w:val="00CA5089"/>
    <w:rsid w:val="00CC0A0A"/>
    <w:rsid w:val="00CD6897"/>
    <w:rsid w:val="00CE5BAC"/>
    <w:rsid w:val="00CF25BE"/>
    <w:rsid w:val="00CF6991"/>
    <w:rsid w:val="00CF78ED"/>
    <w:rsid w:val="00D02B25"/>
    <w:rsid w:val="00D02EBA"/>
    <w:rsid w:val="00D17C3C"/>
    <w:rsid w:val="00D26B2C"/>
    <w:rsid w:val="00D3469B"/>
    <w:rsid w:val="00D352C9"/>
    <w:rsid w:val="00D425B2"/>
    <w:rsid w:val="00D428D6"/>
    <w:rsid w:val="00D552B2"/>
    <w:rsid w:val="00D608D1"/>
    <w:rsid w:val="00D74119"/>
    <w:rsid w:val="00D8075B"/>
    <w:rsid w:val="00D8678B"/>
    <w:rsid w:val="00D92568"/>
    <w:rsid w:val="00DA2114"/>
    <w:rsid w:val="00DA3B0E"/>
    <w:rsid w:val="00DE09C0"/>
    <w:rsid w:val="00DE2B4C"/>
    <w:rsid w:val="00DE4A14"/>
    <w:rsid w:val="00DF320D"/>
    <w:rsid w:val="00DF71C8"/>
    <w:rsid w:val="00E129B8"/>
    <w:rsid w:val="00E21E7D"/>
    <w:rsid w:val="00E22FBC"/>
    <w:rsid w:val="00E24BF5"/>
    <w:rsid w:val="00E25338"/>
    <w:rsid w:val="00E26BA2"/>
    <w:rsid w:val="00E50723"/>
    <w:rsid w:val="00E51E44"/>
    <w:rsid w:val="00E63348"/>
    <w:rsid w:val="00E742AA"/>
    <w:rsid w:val="00E77E88"/>
    <w:rsid w:val="00E8107D"/>
    <w:rsid w:val="00E960BB"/>
    <w:rsid w:val="00EA2074"/>
    <w:rsid w:val="00EA287F"/>
    <w:rsid w:val="00EA4832"/>
    <w:rsid w:val="00EA4E9D"/>
    <w:rsid w:val="00EB27F6"/>
    <w:rsid w:val="00EC4899"/>
    <w:rsid w:val="00ED03AB"/>
    <w:rsid w:val="00ED32D2"/>
    <w:rsid w:val="00EE32DE"/>
    <w:rsid w:val="00EE3B9F"/>
    <w:rsid w:val="00EE5457"/>
    <w:rsid w:val="00F070AB"/>
    <w:rsid w:val="00F17567"/>
    <w:rsid w:val="00F23331"/>
    <w:rsid w:val="00F27A7B"/>
    <w:rsid w:val="00F36FF5"/>
    <w:rsid w:val="00F40FA9"/>
    <w:rsid w:val="00F526AF"/>
    <w:rsid w:val="00F617C3"/>
    <w:rsid w:val="00F70303"/>
    <w:rsid w:val="00F7066B"/>
    <w:rsid w:val="00F73228"/>
    <w:rsid w:val="00F7353C"/>
    <w:rsid w:val="00F83B28"/>
    <w:rsid w:val="00F930F8"/>
    <w:rsid w:val="00F974DA"/>
    <w:rsid w:val="00FA46E5"/>
    <w:rsid w:val="00FB7DBA"/>
    <w:rsid w:val="00FC1C25"/>
    <w:rsid w:val="00FC3F45"/>
    <w:rsid w:val="00FD3FA4"/>
    <w:rsid w:val="00FD503F"/>
    <w:rsid w:val="00FD7589"/>
    <w:rsid w:val="00FE464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1176"/>
  <w15:docId w15:val="{D9CC097D-713E-4359-A8F9-6BFEA03E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pistreci">
    <w:name w:val="Spis treści_"/>
    <w:link w:val="Spistreci0"/>
    <w:rsid w:val="003447AB"/>
    <w:rPr>
      <w:sz w:val="19"/>
      <w:szCs w:val="19"/>
      <w:shd w:val="clear" w:color="auto" w:fill="FFFFFF"/>
    </w:rPr>
  </w:style>
  <w:style w:type="character" w:customStyle="1" w:styleId="SpistreciPogrubienie">
    <w:name w:val="Spis treści + Pogrubienie"/>
    <w:rsid w:val="003447AB"/>
    <w:rPr>
      <w:b/>
      <w:bCs/>
      <w:sz w:val="19"/>
      <w:szCs w:val="19"/>
      <w:lang w:bidi="ar-SA"/>
    </w:rPr>
  </w:style>
  <w:style w:type="paragraph" w:customStyle="1" w:styleId="Spistreci0">
    <w:name w:val="Spis treści"/>
    <w:basedOn w:val="Normalny"/>
    <w:link w:val="Spistreci"/>
    <w:rsid w:val="003447AB"/>
    <w:pPr>
      <w:shd w:val="clear" w:color="auto" w:fill="FFFFFF"/>
      <w:spacing w:after="0" w:line="235" w:lineRule="exact"/>
      <w:ind w:hanging="560"/>
      <w:jc w:val="both"/>
    </w:pPr>
    <w:rPr>
      <w:rFonts w:ascii="Times New Roman" w:hAnsi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4503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4278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4122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2D6A39-51A7-49B6-8849-78C85A8F49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60E825-04F1-4CAF-8F2B-44BCD3AD3E0D}"/>
</file>

<file path=customXml/itemProps3.xml><?xml version="1.0" encoding="utf-8"?>
<ds:datastoreItem xmlns:ds="http://schemas.openxmlformats.org/officeDocument/2006/customXml" ds:itemID="{83CADF96-6CF4-4A46-8FDA-15094B653B74}"/>
</file>

<file path=customXml/itemProps4.xml><?xml version="1.0" encoding="utf-8"?>
<ds:datastoreItem xmlns:ds="http://schemas.openxmlformats.org/officeDocument/2006/customXml" ds:itemID="{45FF55B8-94DE-4BDE-9C03-FDA307EE96F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4</Pages>
  <Words>821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Użytkownik systemu Windows</cp:lastModifiedBy>
  <cp:revision>8</cp:revision>
  <cp:lastPrinted>2020-10-20T17:48:00Z</cp:lastPrinted>
  <dcterms:created xsi:type="dcterms:W3CDTF">2020-10-29T12:11:00Z</dcterms:created>
  <dcterms:modified xsi:type="dcterms:W3CDTF">2021-10-02T12:56:00Z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